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39C2A" w14:textId="77777777" w:rsidR="00D34DD3" w:rsidRDefault="002D66AA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8-1</w:t>
      </w:r>
    </w:p>
    <w:p w14:paraId="3E1AEA7F" w14:textId="77777777" w:rsidR="002D66AA" w:rsidRDefault="002D66AA">
      <w:pPr>
        <w:rPr>
          <w:rFonts w:ascii="Garamond" w:hAnsi="Garamond"/>
          <w:sz w:val="24"/>
          <w:szCs w:val="24"/>
        </w:rPr>
      </w:pPr>
      <w:r w:rsidRPr="002D66AA">
        <w:rPr>
          <w:rFonts w:ascii="Garamond" w:hAnsi="Garamond"/>
          <w:b/>
          <w:sz w:val="24"/>
          <w:szCs w:val="24"/>
        </w:rPr>
        <w:t>Thursday, May 22</w:t>
      </w:r>
    </w:p>
    <w:p w14:paraId="29A2F1EA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Jay Goodwin – 1992</w:t>
      </w:r>
    </w:p>
    <w:p w14:paraId="6B27676F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Ben </w:t>
      </w:r>
      <w:proofErr w:type="spellStart"/>
      <w:r>
        <w:rPr>
          <w:rFonts w:ascii="Garamond" w:hAnsi="Garamond"/>
          <w:sz w:val="24"/>
          <w:szCs w:val="24"/>
        </w:rPr>
        <w:t>Zeitlin</w:t>
      </w:r>
      <w:proofErr w:type="spellEnd"/>
      <w:r>
        <w:rPr>
          <w:rFonts w:ascii="Garamond" w:hAnsi="Garamond"/>
          <w:sz w:val="24"/>
          <w:szCs w:val="24"/>
        </w:rPr>
        <w:t xml:space="preserve"> – 1969</w:t>
      </w:r>
    </w:p>
    <w:p w14:paraId="61B80DD3" w14:textId="77777777" w:rsidR="002D66AA" w:rsidRDefault="002D66AA">
      <w:pPr>
        <w:rPr>
          <w:rFonts w:ascii="Garamond" w:hAnsi="Garamond"/>
          <w:sz w:val="24"/>
          <w:szCs w:val="24"/>
        </w:rPr>
      </w:pPr>
    </w:p>
    <w:p w14:paraId="6CF74545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Friday, May 23</w:t>
      </w:r>
    </w:p>
    <w:p w14:paraId="65295E4D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Brad LeBlanc – 1968</w:t>
      </w:r>
    </w:p>
    <w:p w14:paraId="7F13A216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Christian Ward – 19341</w:t>
      </w:r>
    </w:p>
    <w:p w14:paraId="2F3E1856" w14:textId="77777777" w:rsidR="002D66AA" w:rsidRDefault="002D66AA">
      <w:pPr>
        <w:rPr>
          <w:rFonts w:ascii="Garamond" w:hAnsi="Garamond"/>
          <w:sz w:val="24"/>
          <w:szCs w:val="24"/>
        </w:rPr>
      </w:pPr>
    </w:p>
    <w:p w14:paraId="7C3855E8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Tuesday, May 27</w:t>
      </w:r>
    </w:p>
    <w:p w14:paraId="1844AE1A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Corinne Saucier – 1982</w:t>
      </w:r>
    </w:p>
    <w:p w14:paraId="1DD7E900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Taylor Hanson – 1998</w:t>
      </w:r>
    </w:p>
    <w:p w14:paraId="7F125866" w14:textId="77777777" w:rsidR="002D66AA" w:rsidRDefault="002D66AA">
      <w:pPr>
        <w:rPr>
          <w:rFonts w:ascii="Garamond" w:hAnsi="Garamond"/>
          <w:sz w:val="24"/>
          <w:szCs w:val="24"/>
        </w:rPr>
      </w:pPr>
    </w:p>
    <w:p w14:paraId="7DD6321E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Wednesday, May 28</w:t>
      </w:r>
    </w:p>
    <w:p w14:paraId="1D4DACD9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Lexi Carey – 1999</w:t>
      </w:r>
    </w:p>
    <w:p w14:paraId="47ECD5BA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Kelsee</w:t>
      </w:r>
      <w:proofErr w:type="spellEnd"/>
      <w:r>
        <w:rPr>
          <w:rFonts w:ascii="Garamond" w:hAnsi="Garamond"/>
          <w:sz w:val="24"/>
          <w:szCs w:val="24"/>
        </w:rPr>
        <w:t xml:space="preserve"> Steele – 1993</w:t>
      </w:r>
    </w:p>
    <w:p w14:paraId="63D012B1" w14:textId="77777777" w:rsidR="002D66AA" w:rsidRDefault="002D66AA">
      <w:pPr>
        <w:rPr>
          <w:rFonts w:ascii="Garamond" w:hAnsi="Garamond"/>
          <w:sz w:val="24"/>
          <w:szCs w:val="24"/>
        </w:rPr>
      </w:pPr>
    </w:p>
    <w:p w14:paraId="4069ED23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Friday, May 30</w:t>
      </w:r>
    </w:p>
    <w:p w14:paraId="3ABB3394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Mike </w:t>
      </w:r>
      <w:proofErr w:type="spellStart"/>
      <w:r>
        <w:rPr>
          <w:rFonts w:ascii="Garamond" w:hAnsi="Garamond"/>
          <w:sz w:val="24"/>
          <w:szCs w:val="24"/>
        </w:rPr>
        <w:t>Hufford</w:t>
      </w:r>
      <w:proofErr w:type="spellEnd"/>
      <w:r>
        <w:rPr>
          <w:rFonts w:ascii="Garamond" w:hAnsi="Garamond"/>
          <w:sz w:val="24"/>
          <w:szCs w:val="24"/>
        </w:rPr>
        <w:t xml:space="preserve"> – 1978</w:t>
      </w:r>
    </w:p>
    <w:p w14:paraId="3AB682C4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Emily </w:t>
      </w:r>
      <w:proofErr w:type="spellStart"/>
      <w:r>
        <w:rPr>
          <w:rFonts w:ascii="Garamond" w:hAnsi="Garamond"/>
          <w:sz w:val="24"/>
          <w:szCs w:val="24"/>
        </w:rPr>
        <w:t>Patrock</w:t>
      </w:r>
      <w:proofErr w:type="spellEnd"/>
      <w:r>
        <w:rPr>
          <w:rFonts w:ascii="Garamond" w:hAnsi="Garamond"/>
          <w:sz w:val="24"/>
          <w:szCs w:val="24"/>
        </w:rPr>
        <w:t xml:space="preserve"> – 1912</w:t>
      </w:r>
    </w:p>
    <w:p w14:paraId="06C3766B" w14:textId="77777777" w:rsidR="002D66AA" w:rsidRDefault="002D66AA">
      <w:pPr>
        <w:rPr>
          <w:rFonts w:ascii="Garamond" w:hAnsi="Garamond"/>
          <w:sz w:val="24"/>
          <w:szCs w:val="24"/>
        </w:rPr>
      </w:pPr>
    </w:p>
    <w:p w14:paraId="13A298DA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Monday, June 2</w:t>
      </w:r>
    </w:p>
    <w:p w14:paraId="5FCE9C97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ChaiNa</w:t>
      </w:r>
      <w:proofErr w:type="spellEnd"/>
      <w:r>
        <w:rPr>
          <w:rFonts w:ascii="Garamond" w:hAnsi="Garamond"/>
          <w:sz w:val="24"/>
          <w:szCs w:val="24"/>
        </w:rPr>
        <w:t xml:space="preserve"> Love – 1962</w:t>
      </w:r>
    </w:p>
    <w:p w14:paraId="145A2BF1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Brittany King – 1980</w:t>
      </w:r>
    </w:p>
    <w:p w14:paraId="62548348" w14:textId="77777777" w:rsidR="002D66AA" w:rsidRDefault="002D66AA">
      <w:pPr>
        <w:rPr>
          <w:rFonts w:ascii="Garamond" w:hAnsi="Garamond"/>
          <w:sz w:val="24"/>
          <w:szCs w:val="24"/>
        </w:rPr>
      </w:pPr>
    </w:p>
    <w:p w14:paraId="5F3D4CFA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Tuesday, June 3</w:t>
      </w:r>
    </w:p>
    <w:p w14:paraId="4DBEFB45" w14:textId="77777777" w:rsidR="002D66AA" w:rsidRDefault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Ricky Lombardo - ?</w:t>
      </w:r>
    </w:p>
    <w:p w14:paraId="32BA67D9" w14:textId="77777777" w:rsidR="002D66AA" w:rsidRDefault="002D66AA">
      <w:pPr>
        <w:rPr>
          <w:rFonts w:ascii="Garamond" w:hAnsi="Garamond"/>
          <w:sz w:val="24"/>
          <w:szCs w:val="24"/>
        </w:rPr>
      </w:pPr>
    </w:p>
    <w:p w14:paraId="342ECB3F" w14:textId="77777777" w:rsidR="002D66AA" w:rsidRDefault="002D66AA">
      <w:pPr>
        <w:rPr>
          <w:rFonts w:ascii="Garamond" w:hAnsi="Garamond"/>
          <w:sz w:val="24"/>
          <w:szCs w:val="24"/>
        </w:rPr>
      </w:pPr>
    </w:p>
    <w:p w14:paraId="0237FA72" w14:textId="77777777" w:rsidR="002D66AA" w:rsidRDefault="002D66AA" w:rsidP="002D66AA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8-1</w:t>
      </w:r>
    </w:p>
    <w:p w14:paraId="388F90A0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 w:rsidRPr="002D66AA">
        <w:rPr>
          <w:rFonts w:ascii="Garamond" w:hAnsi="Garamond"/>
          <w:b/>
          <w:sz w:val="24"/>
          <w:szCs w:val="24"/>
        </w:rPr>
        <w:t>Thursday, May 22</w:t>
      </w:r>
    </w:p>
    <w:p w14:paraId="76AC2038" w14:textId="77777777" w:rsidR="00443F51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443F51">
        <w:rPr>
          <w:rFonts w:ascii="Garamond" w:hAnsi="Garamond"/>
          <w:sz w:val="24"/>
          <w:szCs w:val="24"/>
        </w:rPr>
        <w:t>Emily Watters – 1942</w:t>
      </w:r>
    </w:p>
    <w:p w14:paraId="445CE9DF" w14:textId="77777777" w:rsidR="00443F51" w:rsidRDefault="00443F51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Michelle Weymouth - 1985</w:t>
      </w:r>
    </w:p>
    <w:p w14:paraId="3B84EEA6" w14:textId="77777777" w:rsidR="002D66AA" w:rsidRDefault="002D66AA" w:rsidP="002D66AA">
      <w:pPr>
        <w:rPr>
          <w:rFonts w:ascii="Garamond" w:hAnsi="Garamond"/>
          <w:sz w:val="24"/>
          <w:szCs w:val="24"/>
        </w:rPr>
      </w:pPr>
    </w:p>
    <w:p w14:paraId="75C41996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Friday, May 23</w:t>
      </w:r>
    </w:p>
    <w:p w14:paraId="7F169409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443F51">
        <w:rPr>
          <w:rFonts w:ascii="Garamond" w:hAnsi="Garamond"/>
          <w:sz w:val="24"/>
          <w:szCs w:val="24"/>
        </w:rPr>
        <w:t>Nick Cota – 1951</w:t>
      </w:r>
    </w:p>
    <w:p w14:paraId="203A29EA" w14:textId="77777777" w:rsidR="00443F51" w:rsidRDefault="00443F51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Sam Jackson - 1973</w:t>
      </w:r>
    </w:p>
    <w:p w14:paraId="7266A73C" w14:textId="77777777" w:rsidR="002D66AA" w:rsidRDefault="002D66AA" w:rsidP="002D66AA">
      <w:pPr>
        <w:rPr>
          <w:rFonts w:ascii="Garamond" w:hAnsi="Garamond"/>
          <w:sz w:val="24"/>
          <w:szCs w:val="24"/>
        </w:rPr>
      </w:pPr>
    </w:p>
    <w:p w14:paraId="672A8F99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Tuesday, May 27</w:t>
      </w:r>
    </w:p>
    <w:p w14:paraId="66D3C283" w14:textId="77777777" w:rsidR="002D66AA" w:rsidRDefault="00443F51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Austin Thompson – 1946</w:t>
      </w:r>
    </w:p>
    <w:p w14:paraId="64DA04F0" w14:textId="77777777" w:rsidR="00443F51" w:rsidRDefault="00443F51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Bryttnie</w:t>
      </w:r>
      <w:proofErr w:type="spellEnd"/>
      <w:r>
        <w:rPr>
          <w:rFonts w:ascii="Garamond" w:hAnsi="Garamond"/>
          <w:sz w:val="24"/>
          <w:szCs w:val="24"/>
        </w:rPr>
        <w:t xml:space="preserve"> Brinkman - 1929</w:t>
      </w:r>
    </w:p>
    <w:p w14:paraId="1AFC53DD" w14:textId="77777777" w:rsidR="002D66AA" w:rsidRDefault="002D66AA" w:rsidP="002D66AA">
      <w:pPr>
        <w:rPr>
          <w:rFonts w:ascii="Garamond" w:hAnsi="Garamond"/>
          <w:sz w:val="24"/>
          <w:szCs w:val="24"/>
        </w:rPr>
      </w:pPr>
    </w:p>
    <w:p w14:paraId="5D2A159B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Wednesday, May 28</w:t>
      </w:r>
    </w:p>
    <w:p w14:paraId="328BD0B9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443F51">
        <w:rPr>
          <w:rFonts w:ascii="Garamond" w:hAnsi="Garamond"/>
          <w:sz w:val="24"/>
          <w:szCs w:val="24"/>
        </w:rPr>
        <w:t>Jessica Hayden – 1986</w:t>
      </w:r>
    </w:p>
    <w:p w14:paraId="38D314E3" w14:textId="77777777" w:rsidR="00443F51" w:rsidRDefault="00443F51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Tiffany Trask - 1939</w:t>
      </w:r>
    </w:p>
    <w:p w14:paraId="14D50D7A" w14:textId="77777777" w:rsidR="002D66AA" w:rsidRDefault="002D66AA" w:rsidP="002D66AA">
      <w:pPr>
        <w:rPr>
          <w:rFonts w:ascii="Garamond" w:hAnsi="Garamond"/>
          <w:sz w:val="24"/>
          <w:szCs w:val="24"/>
        </w:rPr>
      </w:pPr>
    </w:p>
    <w:p w14:paraId="4C72BFF6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Friday, May 30</w:t>
      </w:r>
    </w:p>
    <w:p w14:paraId="693B1482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443F51">
        <w:rPr>
          <w:rFonts w:ascii="Garamond" w:hAnsi="Garamond"/>
          <w:sz w:val="24"/>
          <w:szCs w:val="24"/>
        </w:rPr>
        <w:t>Nick Simon – 1964</w:t>
      </w:r>
    </w:p>
    <w:p w14:paraId="1A8EBEC2" w14:textId="77777777" w:rsidR="00443F51" w:rsidRDefault="00443F51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Jill Whitmore - 1981</w:t>
      </w:r>
    </w:p>
    <w:p w14:paraId="7138D1CB" w14:textId="77777777" w:rsidR="002D66AA" w:rsidRDefault="002D66AA" w:rsidP="002D66AA">
      <w:pPr>
        <w:rPr>
          <w:rFonts w:ascii="Garamond" w:hAnsi="Garamond"/>
          <w:sz w:val="24"/>
          <w:szCs w:val="24"/>
        </w:rPr>
      </w:pPr>
    </w:p>
    <w:p w14:paraId="2BD5573A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Monday, June 2</w:t>
      </w:r>
    </w:p>
    <w:p w14:paraId="328016ED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443F51">
        <w:rPr>
          <w:rFonts w:ascii="Garamond" w:hAnsi="Garamond"/>
          <w:sz w:val="24"/>
          <w:szCs w:val="24"/>
        </w:rPr>
        <w:t>Nate Simon – 1930</w:t>
      </w:r>
    </w:p>
    <w:p w14:paraId="76FC472E" w14:textId="77777777" w:rsidR="00443F51" w:rsidRDefault="00443F51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Tianna Milton - 1936</w:t>
      </w:r>
    </w:p>
    <w:p w14:paraId="47439BAF" w14:textId="77777777" w:rsidR="002D66AA" w:rsidRDefault="002D66AA" w:rsidP="002D66AA">
      <w:pPr>
        <w:rPr>
          <w:rFonts w:ascii="Garamond" w:hAnsi="Garamond"/>
          <w:sz w:val="24"/>
          <w:szCs w:val="24"/>
        </w:rPr>
      </w:pPr>
    </w:p>
    <w:p w14:paraId="07B858AD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Tuesday, June 3</w:t>
      </w:r>
    </w:p>
    <w:p w14:paraId="462E9EFE" w14:textId="77777777" w:rsidR="002D66AA" w:rsidRDefault="002D66AA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443F51">
        <w:rPr>
          <w:rFonts w:ascii="Garamond" w:hAnsi="Garamond"/>
          <w:sz w:val="24"/>
          <w:szCs w:val="24"/>
        </w:rPr>
        <w:t>Tony Jackson – 1963</w:t>
      </w:r>
    </w:p>
    <w:p w14:paraId="05964E51" w14:textId="77777777" w:rsidR="00443F51" w:rsidRDefault="00443F51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DJ </w:t>
      </w:r>
      <w:proofErr w:type="gramStart"/>
      <w:r>
        <w:rPr>
          <w:rFonts w:ascii="Garamond" w:hAnsi="Garamond"/>
          <w:sz w:val="24"/>
          <w:szCs w:val="24"/>
        </w:rPr>
        <w:t>Mitchell  1990</w:t>
      </w:r>
      <w:bookmarkStart w:id="0" w:name="_GoBack"/>
      <w:bookmarkEnd w:id="0"/>
      <w:proofErr w:type="gramEnd"/>
    </w:p>
    <w:p w14:paraId="72473D4F" w14:textId="77777777" w:rsidR="002D66AA" w:rsidRPr="00443F51" w:rsidRDefault="00443F51" w:rsidP="002D66A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Wednesday, June </w:t>
      </w:r>
      <w:proofErr w:type="gramStart"/>
      <w:r>
        <w:rPr>
          <w:rFonts w:ascii="Garamond" w:hAnsi="Garamond"/>
          <w:b/>
          <w:sz w:val="24"/>
          <w:szCs w:val="24"/>
        </w:rPr>
        <w:t>4</w:t>
      </w:r>
      <w:r>
        <w:rPr>
          <w:rFonts w:ascii="Garamond" w:hAnsi="Garamond"/>
          <w:sz w:val="24"/>
          <w:szCs w:val="24"/>
        </w:rPr>
        <w:t xml:space="preserve">  Ally</w:t>
      </w:r>
      <w:proofErr w:type="gramEnd"/>
      <w:r>
        <w:rPr>
          <w:rFonts w:ascii="Garamond" w:hAnsi="Garamond"/>
          <w:sz w:val="24"/>
          <w:szCs w:val="24"/>
        </w:rPr>
        <w:t xml:space="preserve"> Jones - 1948</w:t>
      </w:r>
    </w:p>
    <w:sectPr w:rsidR="002D66AA" w:rsidRPr="00443F51" w:rsidSect="002D66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9372F" w14:textId="77777777" w:rsidR="002D66AA" w:rsidRDefault="002D66AA" w:rsidP="002D66AA">
      <w:pPr>
        <w:spacing w:after="0" w:line="240" w:lineRule="auto"/>
      </w:pPr>
      <w:r>
        <w:separator/>
      </w:r>
    </w:p>
  </w:endnote>
  <w:endnote w:type="continuationSeparator" w:id="0">
    <w:p w14:paraId="5BD63BB8" w14:textId="77777777" w:rsidR="002D66AA" w:rsidRDefault="002D66AA" w:rsidP="002D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0C4AE" w14:textId="77777777" w:rsidR="002D66AA" w:rsidRDefault="002D66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EE6D5" w14:textId="77777777" w:rsidR="002D66AA" w:rsidRDefault="002D66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EC84A" w14:textId="77777777" w:rsidR="002D66AA" w:rsidRDefault="002D66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E7D58" w14:textId="77777777" w:rsidR="002D66AA" w:rsidRDefault="002D66AA" w:rsidP="002D66AA">
      <w:pPr>
        <w:spacing w:after="0" w:line="240" w:lineRule="auto"/>
      </w:pPr>
      <w:r>
        <w:separator/>
      </w:r>
    </w:p>
  </w:footnote>
  <w:footnote w:type="continuationSeparator" w:id="0">
    <w:p w14:paraId="4103867E" w14:textId="77777777" w:rsidR="002D66AA" w:rsidRDefault="002D66AA" w:rsidP="002D6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08AC9" w14:textId="77777777" w:rsidR="002D66AA" w:rsidRDefault="002D66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73870" w14:textId="77777777" w:rsidR="002D66AA" w:rsidRDefault="002D66AA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7317E50" wp14:editId="00C78F3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67E5CCDF" w14:textId="77777777" w:rsidR="002D66AA" w:rsidRDefault="002D66AA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A Year In the Twentieth Century presentation Schedule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7317E50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67E5CCDF" w14:textId="77777777" w:rsidR="002D66AA" w:rsidRDefault="002D66AA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A Year In the Twentieth Century presentation Schedule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3FC83" w14:textId="77777777" w:rsidR="002D66AA" w:rsidRDefault="002D66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AA"/>
    <w:rsid w:val="002D66AA"/>
    <w:rsid w:val="00443F51"/>
    <w:rsid w:val="00B6552F"/>
    <w:rsid w:val="00D3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8B88E9"/>
  <w15:chartTrackingRefBased/>
  <w15:docId w15:val="{3F7E98A3-705F-490C-999D-6183B1AC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6AA"/>
  </w:style>
  <w:style w:type="paragraph" w:styleId="Footer">
    <w:name w:val="footer"/>
    <w:basedOn w:val="Normal"/>
    <w:link w:val="FooterChar"/>
    <w:uiPriority w:val="99"/>
    <w:unhideWhenUsed/>
    <w:rsid w:val="002D6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6AA"/>
  </w:style>
  <w:style w:type="paragraph" w:styleId="BalloonText">
    <w:name w:val="Balloon Text"/>
    <w:basedOn w:val="Normal"/>
    <w:link w:val="BalloonTextChar"/>
    <w:uiPriority w:val="99"/>
    <w:semiHidden/>
    <w:unhideWhenUsed/>
    <w:rsid w:val="00B65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5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6A"/>
    <w:rsid w:val="00B6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4347E81E49408E8B95A5BFB31A370A">
    <w:name w:val="3F4347E81E49408E8B95A5BFB31A370A"/>
    <w:rsid w:val="00B632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51DA89F5996A43AC004A5F355D84A0" ma:contentTypeVersion="1" ma:contentTypeDescription="Create a new document." ma:contentTypeScope="" ma:versionID="1e51b2f9debb655ac1e51cb9622bfbf2">
  <xsd:schema xmlns:xsd="http://www.w3.org/2001/XMLSchema" xmlns:xs="http://www.w3.org/2001/XMLSchema" xmlns:p="http://schemas.microsoft.com/office/2006/metadata/properties" xmlns:ns3="25e58fc1-d653-4e0d-81d1-36cb9995f697" targetNamespace="http://schemas.microsoft.com/office/2006/metadata/properties" ma:root="true" ma:fieldsID="1d380d45cfb3bb163d28beffbd3297f8" ns3:_="">
    <xsd:import namespace="25e58fc1-d653-4e0d-81d1-36cb9995f697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e58fc1-d653-4e0d-81d1-36cb9995f6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CD1F9F2-EED8-4BFA-A91F-5F75FB8C4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e58fc1-d653-4e0d-81d1-36cb9995f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41D9C-3F00-4BB3-BD17-8A9F9F20D2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AB74E-A798-4F54-B4A2-367490EB26B9}">
  <ds:schemaRefs>
    <ds:schemaRef ds:uri="25e58fc1-d653-4e0d-81d1-36cb9995f697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A633B8-98DF-4C61-BB64-98E70DD968C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Year In the Twentieth Century presentation Schedule</vt:lpstr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Year In the Twentieth Century presentation Schedule</dc:title>
  <dc:subject/>
  <dc:creator>Warren Kidder</dc:creator>
  <cp:keywords/>
  <dc:description/>
  <cp:lastModifiedBy>Warren Kidder</cp:lastModifiedBy>
  <cp:revision>2</cp:revision>
  <cp:lastPrinted>2014-04-29T13:55:00Z</cp:lastPrinted>
  <dcterms:created xsi:type="dcterms:W3CDTF">2014-04-29T13:56:00Z</dcterms:created>
  <dcterms:modified xsi:type="dcterms:W3CDTF">2014-04-29T13:56:00Z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0x010100C851DA89F5996A43AC004A5F355D84A0</vt:lpwstr>
  </property>
</Properties>
</file>